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C1CFEB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522B4" w:rsidRPr="00713370">
        <w:t>Demolice objektů u OŘ Plzeň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8522B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8522B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1F0A1E7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558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22B4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5031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A558B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462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10</cp:revision>
  <cp:lastPrinted>2017-11-28T17:18:00Z</cp:lastPrinted>
  <dcterms:created xsi:type="dcterms:W3CDTF">2023-11-16T10:29:00Z</dcterms:created>
  <dcterms:modified xsi:type="dcterms:W3CDTF">2025-07-18T05:56:00Z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